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FE" w:rsidRDefault="00312DBF" w:rsidP="00D603F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Башкирский государственный университет</w:t>
      </w:r>
    </w:p>
    <w:p w:rsidR="00312DBF" w:rsidRDefault="00312DBF" w:rsidP="00D603FE">
      <w:pPr>
        <w:pStyle w:val="a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Стерлитамакский</w:t>
      </w:r>
      <w:proofErr w:type="spellEnd"/>
      <w:r>
        <w:rPr>
          <w:sz w:val="28"/>
          <w:szCs w:val="28"/>
        </w:rPr>
        <w:t xml:space="preserve"> филиал</w:t>
      </w:r>
    </w:p>
    <w:p w:rsidR="00312DBF" w:rsidRDefault="00312DBF" w:rsidP="00D603F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Библиотека</w:t>
      </w:r>
    </w:p>
    <w:p w:rsidR="00312DBF" w:rsidRPr="00D603FE" w:rsidRDefault="00312DBF" w:rsidP="00D603FE">
      <w:pPr>
        <w:pStyle w:val="a7"/>
        <w:jc w:val="center"/>
        <w:rPr>
          <w:sz w:val="36"/>
          <w:szCs w:val="36"/>
        </w:rPr>
      </w:pPr>
    </w:p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Default="00D603FE" w:rsidP="00D603FE">
      <w:pPr>
        <w:jc w:val="center"/>
      </w:pPr>
    </w:p>
    <w:p w:rsidR="00312DBF" w:rsidRDefault="00312DBF" w:rsidP="00D603FE">
      <w:pPr>
        <w:jc w:val="center"/>
      </w:pPr>
    </w:p>
    <w:p w:rsidR="00312DBF" w:rsidRDefault="00312DBF" w:rsidP="00D603FE">
      <w:pPr>
        <w:jc w:val="center"/>
      </w:pPr>
    </w:p>
    <w:p w:rsidR="00312DBF" w:rsidRDefault="00312DBF" w:rsidP="00D603FE">
      <w:pPr>
        <w:jc w:val="center"/>
      </w:pPr>
    </w:p>
    <w:p w:rsidR="00312DBF" w:rsidRDefault="00312DBF" w:rsidP="00D603FE">
      <w:pPr>
        <w:jc w:val="center"/>
      </w:pPr>
    </w:p>
    <w:p w:rsidR="00312DBF" w:rsidRPr="00D603FE" w:rsidRDefault="00312DBF" w:rsidP="00D603FE">
      <w:pPr>
        <w:jc w:val="center"/>
      </w:pPr>
    </w:p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>
      <w:pPr>
        <w:jc w:val="center"/>
        <w:rPr>
          <w:b/>
          <w:i/>
          <w:sz w:val="32"/>
        </w:rPr>
      </w:pPr>
      <w:r w:rsidRPr="00D603FE">
        <w:rPr>
          <w:b/>
          <w:i/>
          <w:sz w:val="32"/>
        </w:rPr>
        <w:t>БЮЛЛЕТЕНЬ</w:t>
      </w:r>
    </w:p>
    <w:p w:rsidR="00D603FE" w:rsidRPr="00D603FE" w:rsidRDefault="00D603FE" w:rsidP="00D603FE">
      <w:pPr>
        <w:jc w:val="center"/>
        <w:rPr>
          <w:b/>
          <w:i/>
          <w:sz w:val="32"/>
        </w:rPr>
      </w:pPr>
    </w:p>
    <w:p w:rsidR="00D603FE" w:rsidRPr="00D603FE" w:rsidRDefault="00D603FE" w:rsidP="00D603FE">
      <w:pPr>
        <w:jc w:val="center"/>
        <w:rPr>
          <w:b/>
          <w:i/>
          <w:sz w:val="32"/>
        </w:rPr>
      </w:pPr>
      <w:r w:rsidRPr="00D603FE">
        <w:rPr>
          <w:b/>
          <w:i/>
          <w:sz w:val="32"/>
        </w:rPr>
        <w:t>НОВЫХ ПОСТУПЛЕНИЙ</w:t>
      </w:r>
    </w:p>
    <w:p w:rsidR="00D603FE" w:rsidRPr="00D603FE" w:rsidRDefault="00D603FE" w:rsidP="00D603FE">
      <w:pPr>
        <w:jc w:val="center"/>
        <w:rPr>
          <w:sz w:val="28"/>
        </w:rPr>
      </w:pPr>
    </w:p>
    <w:p w:rsidR="00D603FE" w:rsidRPr="00D603FE" w:rsidRDefault="00D603FE" w:rsidP="00D603FE">
      <w:pPr>
        <w:jc w:val="center"/>
        <w:rPr>
          <w:b/>
          <w:sz w:val="28"/>
          <w:u w:val="single"/>
        </w:rPr>
      </w:pPr>
      <w:r w:rsidRPr="00D603FE">
        <w:rPr>
          <w:b/>
          <w:sz w:val="28"/>
          <w:u w:val="single"/>
        </w:rPr>
        <w:t xml:space="preserve">за </w:t>
      </w:r>
      <w:r w:rsidR="00312DBF">
        <w:rPr>
          <w:b/>
          <w:sz w:val="28"/>
          <w:u w:val="single"/>
        </w:rPr>
        <w:t>2016 год</w:t>
      </w:r>
    </w:p>
    <w:p w:rsidR="00D603FE" w:rsidRPr="00D603FE" w:rsidRDefault="00D603FE" w:rsidP="00D603FE">
      <w:pPr>
        <w:jc w:val="center"/>
        <w:rPr>
          <w:b/>
          <w:sz w:val="28"/>
          <w:u w:val="single"/>
        </w:rPr>
      </w:pPr>
    </w:p>
    <w:p w:rsidR="00D603FE" w:rsidRPr="00D603FE" w:rsidRDefault="00D603FE" w:rsidP="00D603FE">
      <w:pPr>
        <w:rPr>
          <w:u w:val="single"/>
        </w:rPr>
      </w:pPr>
    </w:p>
    <w:p w:rsidR="00D603FE" w:rsidRDefault="00D603FE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Default="00312DBF" w:rsidP="00D603FE"/>
    <w:p w:rsidR="00312DBF" w:rsidRPr="00D603FE" w:rsidRDefault="00312DBF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D603FE" w:rsidRDefault="00D603FE" w:rsidP="00D603FE"/>
    <w:p w:rsidR="00D603FE" w:rsidRPr="00312DBF" w:rsidRDefault="00312DBF" w:rsidP="00D603FE">
      <w:pPr>
        <w:ind w:firstLine="0"/>
        <w:jc w:val="center"/>
        <w:rPr>
          <w:b/>
          <w:sz w:val="28"/>
          <w:szCs w:val="28"/>
        </w:rPr>
      </w:pPr>
      <w:r w:rsidRPr="00312DBF">
        <w:rPr>
          <w:b/>
          <w:sz w:val="28"/>
          <w:szCs w:val="28"/>
        </w:rPr>
        <w:t>Стерлитамак 2016</w:t>
      </w:r>
    </w:p>
    <w:p w:rsidR="00D603FE" w:rsidRPr="00D603FE" w:rsidRDefault="00D603FE" w:rsidP="00D603FE">
      <w:r w:rsidRPr="00D603FE">
        <w:br w:type="page"/>
      </w:r>
    </w:p>
    <w:p w:rsidR="00D603FE" w:rsidRPr="00D603FE" w:rsidRDefault="00D603FE" w:rsidP="00D603FE">
      <w:pPr>
        <w:rPr>
          <w:sz w:val="28"/>
        </w:rPr>
      </w:pPr>
      <w:r w:rsidRPr="00D603FE">
        <w:rPr>
          <w:sz w:val="28"/>
        </w:rPr>
        <w:lastRenderedPageBreak/>
        <w:t xml:space="preserve">В настоящий  «Бюллетень» включены книги, поступившие во все </w:t>
      </w:r>
      <w:r w:rsidR="00312DBF">
        <w:rPr>
          <w:sz w:val="28"/>
        </w:rPr>
        <w:t xml:space="preserve">подразделения библиотеки СФ </w:t>
      </w:r>
      <w:proofErr w:type="spellStart"/>
      <w:r w:rsidR="00312DBF">
        <w:rPr>
          <w:sz w:val="28"/>
        </w:rPr>
        <w:t>БашГУ</w:t>
      </w:r>
      <w:proofErr w:type="spellEnd"/>
      <w:r w:rsidR="00312DBF">
        <w:rPr>
          <w:sz w:val="28"/>
        </w:rPr>
        <w:t xml:space="preserve"> в 2016 году</w:t>
      </w:r>
      <w:r w:rsidRPr="00D603FE">
        <w:rPr>
          <w:sz w:val="28"/>
        </w:rPr>
        <w:t>.  «Бюллетень» составлен на основе записей электронного каталога. Записи сделаны в формате RUSMARC с использованием программы «Руслан».</w:t>
      </w:r>
    </w:p>
    <w:p w:rsidR="00D603FE" w:rsidRPr="00D603FE" w:rsidRDefault="00D603FE" w:rsidP="00D603FE">
      <w:pPr>
        <w:rPr>
          <w:sz w:val="28"/>
        </w:rPr>
      </w:pPr>
      <w:r w:rsidRPr="00D603FE">
        <w:rPr>
          <w:sz w:val="28"/>
        </w:rPr>
        <w:t xml:space="preserve"> </w:t>
      </w:r>
      <w:bookmarkStart w:id="0" w:name="_Toc5787071"/>
      <w:bookmarkStart w:id="1" w:name="_Toc6025460"/>
      <w:bookmarkStart w:id="2" w:name="_Toc6049975"/>
    </w:p>
    <w:p w:rsidR="00D603FE" w:rsidRPr="00D603FE" w:rsidRDefault="00D603FE" w:rsidP="00D603FE">
      <w:pPr>
        <w:rPr>
          <w:sz w:val="28"/>
        </w:rPr>
      </w:pPr>
      <w:r w:rsidRPr="00D603FE">
        <w:rPr>
          <w:sz w:val="28"/>
        </w:rPr>
        <w:t>Материал расположен  в систематическом порядке по отраслям знания, внутри разделов – в алфавите авторов и заглавий.</w:t>
      </w:r>
      <w:bookmarkEnd w:id="0"/>
      <w:bookmarkEnd w:id="1"/>
      <w:bookmarkEnd w:id="2"/>
    </w:p>
    <w:p w:rsidR="00D603FE" w:rsidRPr="00D603FE" w:rsidRDefault="00D603FE" w:rsidP="00D603FE">
      <w:pPr>
        <w:rPr>
          <w:sz w:val="28"/>
        </w:rPr>
      </w:pPr>
      <w:r w:rsidRPr="00D603FE">
        <w:rPr>
          <w:sz w:val="28"/>
        </w:rPr>
        <w:t xml:space="preserve"> </w:t>
      </w:r>
      <w:bookmarkStart w:id="3" w:name="_Toc5787072"/>
      <w:bookmarkStart w:id="4" w:name="_Toc6025461"/>
      <w:bookmarkStart w:id="5" w:name="_Toc6049976"/>
    </w:p>
    <w:bookmarkEnd w:id="3"/>
    <w:bookmarkEnd w:id="4"/>
    <w:bookmarkEnd w:id="5"/>
    <w:p w:rsidR="00B5752E" w:rsidRPr="00312DBF" w:rsidRDefault="00D603FE" w:rsidP="00312DBF">
      <w:pPr>
        <w:pStyle w:val="1"/>
        <w:rPr>
          <w:b/>
          <w:sz w:val="24"/>
          <w:szCs w:val="24"/>
        </w:rPr>
      </w:pPr>
      <w:r w:rsidRPr="00D603FE">
        <w:br w:type="page"/>
      </w:r>
      <w:r w:rsidR="00312DBF" w:rsidRPr="00312DBF">
        <w:rPr>
          <w:b/>
        </w:rPr>
        <w:lastRenderedPageBreak/>
        <w:t xml:space="preserve"> </w:t>
      </w:r>
      <w:r w:rsidR="00B5752E" w:rsidRPr="00312DBF">
        <w:rPr>
          <w:b/>
          <w:sz w:val="24"/>
          <w:szCs w:val="24"/>
        </w:rPr>
        <w:t xml:space="preserve"> </w:t>
      </w:r>
      <w:bookmarkStart w:id="6" w:name="_Toc17364501"/>
      <w:r w:rsidR="00B5752E" w:rsidRPr="00312DBF">
        <w:rPr>
          <w:b/>
          <w:sz w:val="24"/>
          <w:szCs w:val="24"/>
        </w:rPr>
        <w:t>Общественные науки в целом. (ББК 60)</w:t>
      </w:r>
      <w:bookmarkEnd w:id="6"/>
    </w:p>
    <w:p w:rsidR="00B5752E" w:rsidRPr="00312DBF" w:rsidRDefault="00B5752E" w:rsidP="00B5752E">
      <w:pPr>
        <w:rPr>
          <w:b/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74.66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Т98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 xml:space="preserve">  Тюрина, Элеонора Игнатьевна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Социальная работа с семьей и детьми: учеб. для студ. учреждений СПО/ Э. И. Тюрина, Н. Ю. </w:t>
      </w:r>
      <w:proofErr w:type="spellStart"/>
      <w:r w:rsidRPr="00312DBF">
        <w:rPr>
          <w:sz w:val="24"/>
          <w:szCs w:val="24"/>
        </w:rPr>
        <w:t>Кучукова</w:t>
      </w:r>
      <w:proofErr w:type="spellEnd"/>
      <w:r w:rsidRPr="00312DBF">
        <w:rPr>
          <w:sz w:val="24"/>
          <w:szCs w:val="24"/>
        </w:rPr>
        <w:t xml:space="preserve">, Е. А. </w:t>
      </w:r>
      <w:proofErr w:type="spellStart"/>
      <w:r w:rsidRPr="00312DBF">
        <w:rPr>
          <w:sz w:val="24"/>
          <w:szCs w:val="24"/>
        </w:rPr>
        <w:t>Пенцова</w:t>
      </w:r>
      <w:proofErr w:type="spellEnd"/>
      <w:r w:rsidRPr="00312DBF">
        <w:rPr>
          <w:sz w:val="24"/>
          <w:szCs w:val="24"/>
        </w:rPr>
        <w:t>. - 3-е изд., стер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2015. - 336 с.. - (Профессиональное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Глоссарий с. 325-331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978-5-4468-2438-0: 779 р. 63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570856, 570857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хр</w:t>
      </w:r>
      <w:proofErr w:type="spellEnd"/>
      <w:r w:rsidRPr="00312DBF">
        <w:rPr>
          <w:sz w:val="24"/>
          <w:szCs w:val="24"/>
        </w:rPr>
        <w:t>: 570853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570854, 570855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7" w:name="_Toc17364502"/>
      <w:r w:rsidRPr="00312DBF">
        <w:rPr>
          <w:b/>
          <w:sz w:val="24"/>
          <w:szCs w:val="24"/>
        </w:rPr>
        <w:t>Экономика. Экономические науки. (ББК 65)</w:t>
      </w:r>
      <w:bookmarkEnd w:id="7"/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65.43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Б48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Березовая, Л. Г.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История туризма и гостеприимства: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СПО/ Л. Г. Березовая.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2017. - 477 с. : ил</w:t>
      </w:r>
      <w:proofErr w:type="gramStart"/>
      <w:r w:rsidRPr="00312DBF">
        <w:rPr>
          <w:sz w:val="24"/>
          <w:szCs w:val="24"/>
        </w:rPr>
        <w:t>.. - (</w:t>
      </w:r>
      <w:proofErr w:type="gramEnd"/>
      <w:r w:rsidRPr="00312DBF">
        <w:rPr>
          <w:sz w:val="24"/>
          <w:szCs w:val="24"/>
        </w:rPr>
        <w:t>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472-477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978-5-534-03693-0: 909 р. 89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577521, 577522, 577523, 577524, 577525, 577526, 577527, 577528, 577529, 577530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65.26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К72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Костерина, Т. М.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Банковское дело: учеб. для </w:t>
      </w:r>
      <w:proofErr w:type="gramStart"/>
      <w:r w:rsidRPr="00312DBF">
        <w:rPr>
          <w:sz w:val="24"/>
          <w:szCs w:val="24"/>
        </w:rPr>
        <w:t>СПО/ Т.</w:t>
      </w:r>
      <w:proofErr w:type="gramEnd"/>
      <w:r w:rsidRPr="00312DBF">
        <w:rPr>
          <w:sz w:val="24"/>
          <w:szCs w:val="24"/>
        </w:rPr>
        <w:t xml:space="preserve"> М. Костерина. - 3-е изд., </w:t>
      </w:r>
      <w:proofErr w:type="spellStart"/>
      <w:r w:rsidRPr="00312DBF">
        <w:rPr>
          <w:sz w:val="24"/>
          <w:szCs w:val="24"/>
        </w:rPr>
        <w:t>перераб</w:t>
      </w:r>
      <w:proofErr w:type="spellEnd"/>
      <w:r w:rsidRPr="00312DBF">
        <w:rPr>
          <w:sz w:val="24"/>
          <w:szCs w:val="24"/>
        </w:rPr>
        <w:t xml:space="preserve">. и доп..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- 332 с.. - (Профессиональное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прил.: с. 306-332.-Библиогр.: с. 301-305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978-5-534-00716-9: 660 р. 73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577446, 577447, 577448, 577449, 577450, 577451, 577452, 577453, 577454, 577455, 577456, 577457, 577458, 577459, 577460, 577461, 577462, 577463, 577464, 577466, 577467, 577468, 577469, 577470, 577471, 577472, 577473, 577474, 577475, 577465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65.26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Р95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Рынок ценных бумаг: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СПО/ Финансовый ун-т при Правительстве РФ; Под ред. Ю. А. Соколова.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- 381 с</w:t>
      </w:r>
      <w:proofErr w:type="gramStart"/>
      <w:r w:rsidRPr="00312DBF">
        <w:rPr>
          <w:sz w:val="24"/>
          <w:szCs w:val="24"/>
        </w:rPr>
        <w:t>.. - (</w:t>
      </w:r>
      <w:proofErr w:type="gramEnd"/>
      <w:r w:rsidRPr="00312DBF">
        <w:rPr>
          <w:sz w:val="24"/>
          <w:szCs w:val="24"/>
        </w:rPr>
        <w:t>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357-360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978-5-9916-5390-9: 753 р. 79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577426, 577427, 577428, 577429, 577430, 577431, 577432, 577433, 577434, 577435, 577436, 577437, 577438, 577439, 577440, 577441, 577442, 577443, 577444, 577445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Default="00B5752E" w:rsidP="00B5752E">
      <w:pPr>
        <w:rPr>
          <w:sz w:val="24"/>
          <w:szCs w:val="24"/>
        </w:rPr>
      </w:pPr>
    </w:p>
    <w:p w:rsidR="00312DBF" w:rsidRPr="00312DBF" w:rsidRDefault="00312DBF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lastRenderedPageBreak/>
        <w:t>65.432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Т41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Тимохина, Т. Л.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Гостиничный сервис: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студ. СПО/ Т. Л. Тимохина.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- 331 с</w:t>
      </w:r>
      <w:proofErr w:type="gramStart"/>
      <w:r w:rsidRPr="00312DBF">
        <w:rPr>
          <w:sz w:val="24"/>
          <w:szCs w:val="24"/>
        </w:rPr>
        <w:t>.. - (</w:t>
      </w:r>
      <w:proofErr w:type="gramEnd"/>
      <w:r w:rsidRPr="00312DBF">
        <w:rPr>
          <w:sz w:val="24"/>
          <w:szCs w:val="24"/>
        </w:rPr>
        <w:t>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330-331Прил.: с.317-330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978-5-534-07572-4: 660 р. 73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577546, 577532, 577533, 577534, 577535, 577536, 577537, 577538, 577539, 577540, 577541, 577542, 577543, 577545, 577544, 577547, 577548, 577549, 577550, 577551, 577552, 577553, 577554, 577555, 577531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8" w:name="_Toc17364503"/>
      <w:r w:rsidRPr="00312DBF">
        <w:rPr>
          <w:b/>
          <w:sz w:val="24"/>
          <w:szCs w:val="24"/>
        </w:rPr>
        <w:t>Политика. Политические науки. (ББК 66)</w:t>
      </w:r>
      <w:bookmarkEnd w:id="8"/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67.400.7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О-35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Овчинников, И. И.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Муниципальное право: учеб. и практикум для </w:t>
      </w:r>
      <w:proofErr w:type="gramStart"/>
      <w:r w:rsidRPr="00312DBF">
        <w:rPr>
          <w:sz w:val="24"/>
          <w:szCs w:val="24"/>
        </w:rPr>
        <w:t>СПО/ И.</w:t>
      </w:r>
      <w:proofErr w:type="gramEnd"/>
      <w:r w:rsidRPr="00312DBF">
        <w:rPr>
          <w:sz w:val="24"/>
          <w:szCs w:val="24"/>
        </w:rPr>
        <w:t xml:space="preserve"> И. Овчинников, А. Н. Писарев. - 3-е изд., </w:t>
      </w:r>
      <w:proofErr w:type="spellStart"/>
      <w:r w:rsidRPr="00312DBF">
        <w:rPr>
          <w:sz w:val="24"/>
          <w:szCs w:val="24"/>
        </w:rPr>
        <w:t>перераб</w:t>
      </w:r>
      <w:proofErr w:type="spellEnd"/>
      <w:r w:rsidRPr="00312DBF">
        <w:rPr>
          <w:sz w:val="24"/>
          <w:szCs w:val="24"/>
        </w:rPr>
        <w:t xml:space="preserve">. и доп..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- 361 с.. - (Профессиональное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978-5-534-03646-6: 888 р. 21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577581, 577582, 577583, 577584, 577585, 577586, 577587, 577588, 577589, 577590, 577591, 577592, 577593, 577594, 577595, 577596, 577597, 577598, 577599, 577600, 577601, 577602, 577603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9" w:name="_Toc17364504"/>
      <w:r w:rsidRPr="00312DBF">
        <w:rPr>
          <w:b/>
          <w:sz w:val="24"/>
          <w:szCs w:val="24"/>
        </w:rPr>
        <w:t>Государство и право. Юридические науки. (ББК 67)</w:t>
      </w:r>
      <w:bookmarkEnd w:id="9"/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67.3(2)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И20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Иванов, С. А.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История отечественного государства и права: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п</w:t>
      </w:r>
      <w:proofErr w:type="gramEnd"/>
      <w:r w:rsidRPr="00312DBF">
        <w:rPr>
          <w:sz w:val="24"/>
          <w:szCs w:val="24"/>
        </w:rPr>
        <w:t xml:space="preserve">особие для СПО/ С. А. Иванов.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- 221 с</w:t>
      </w:r>
      <w:proofErr w:type="gramStart"/>
      <w:r w:rsidRPr="00312DBF">
        <w:rPr>
          <w:sz w:val="24"/>
          <w:szCs w:val="24"/>
        </w:rPr>
        <w:t>.. - (</w:t>
      </w:r>
      <w:proofErr w:type="gramEnd"/>
      <w:r w:rsidRPr="00312DBF">
        <w:rPr>
          <w:sz w:val="24"/>
          <w:szCs w:val="24"/>
        </w:rPr>
        <w:t>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978-5-354-03753-1: 474 р. 61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577556, 577557, 577558, 577559, 577560, 577561, 577562, 577563, 577564, 577565, 577566, 577567, 577568, 577569, 577570, 577571, 577572, 577573, 577574, 577575, 577576, 577577, 577578, 577579, 577580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67.400.7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О-35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Овчинников, И. И.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Муниципальное право: учеб. и практикум для </w:t>
      </w:r>
      <w:proofErr w:type="gramStart"/>
      <w:r w:rsidRPr="00312DBF">
        <w:rPr>
          <w:sz w:val="24"/>
          <w:szCs w:val="24"/>
        </w:rPr>
        <w:t>СПО/ И.</w:t>
      </w:r>
      <w:proofErr w:type="gramEnd"/>
      <w:r w:rsidRPr="00312DBF">
        <w:rPr>
          <w:sz w:val="24"/>
          <w:szCs w:val="24"/>
        </w:rPr>
        <w:t xml:space="preserve"> И. Овчинников, А. Н. Писарев. - 3-е изд., </w:t>
      </w:r>
      <w:proofErr w:type="spellStart"/>
      <w:r w:rsidRPr="00312DBF">
        <w:rPr>
          <w:sz w:val="24"/>
          <w:szCs w:val="24"/>
        </w:rPr>
        <w:t>перераб</w:t>
      </w:r>
      <w:proofErr w:type="spellEnd"/>
      <w:r w:rsidRPr="00312DBF">
        <w:rPr>
          <w:sz w:val="24"/>
          <w:szCs w:val="24"/>
        </w:rPr>
        <w:t xml:space="preserve">. и доп..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- 361 с.. - (Профессиональное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978-5-534-03646-6: 888 р. 21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577581, 577582, 577583, 577584, 577585, 577586, 577587, 577588, 577589, 577590, 577591, 577592, 577593, 577594, 577595, 577596, 577597, 577598, 577599, 577600, 577601, 577602, 577603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67.3(0)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П58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Попова, А. В.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История государства и права зарубежных стран: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и</w:t>
      </w:r>
      <w:proofErr w:type="gramEnd"/>
      <w:r w:rsidRPr="00312DBF">
        <w:rPr>
          <w:sz w:val="24"/>
          <w:szCs w:val="24"/>
        </w:rPr>
        <w:t xml:space="preserve"> практикум для СПО/ А. В. Попова; Финансовый ун-т при Правительстве РФ.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- 421 с</w:t>
      </w:r>
      <w:proofErr w:type="gramStart"/>
      <w:r w:rsidRPr="00312DBF">
        <w:rPr>
          <w:sz w:val="24"/>
          <w:szCs w:val="24"/>
        </w:rPr>
        <w:t>.. - (</w:t>
      </w:r>
      <w:proofErr w:type="gramEnd"/>
      <w:r w:rsidRPr="00312DBF">
        <w:rPr>
          <w:sz w:val="24"/>
          <w:szCs w:val="24"/>
        </w:rPr>
        <w:t>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420-421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978-5-534-01385-6: 1012 р. 29 к.;1008 р. 37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577604, 577605, 577606, 577607, 577608, 577609, 577610, 577611, 577612, 577613, 577614, 577615, 577616, 577617, 577618, 577619, 577620, 577621, 577622, 577623, 577624, 577625, 577626, 577627, 577628, 577629, 577630, 577631, 577632, 577633, 577634, 577635, 577636, 577637, 577638, 577639, 577640, 577641, 577642, 577643, 577644, 577645, 577646, 577647, 577648, 577649, 577650, 577651, 577652, 577653, 578719, 578720, 578721, 578722, 578723, 578724, 578725, 578726, 578727, 578728, 578729, 578730, 578731, 578732, 578733, 578734, 578735, 578736, 578737, 578738, 578739, 578740, 578741, 578742, 578743, 578744, 578745, 578746, 578747, 578748, 578749, 578750, 578751, 578752, 578753, 578754, 578755, 578756, 578757, 578758, 578759, 578760, 578761, 578762, 578763, 578765, 578766, 578767, 578768, 578764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67.54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П68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Правовая статистика: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 </w:t>
      </w:r>
      <w:proofErr w:type="gramStart"/>
      <w:r w:rsidRPr="00312DBF">
        <w:rPr>
          <w:sz w:val="24"/>
          <w:szCs w:val="24"/>
        </w:rPr>
        <w:t>и</w:t>
      </w:r>
      <w:proofErr w:type="gramEnd"/>
      <w:r w:rsidRPr="00312DBF">
        <w:rPr>
          <w:sz w:val="24"/>
          <w:szCs w:val="24"/>
        </w:rPr>
        <w:t xml:space="preserve"> практикум для СПО/ И. Н. </w:t>
      </w:r>
      <w:proofErr w:type="spellStart"/>
      <w:r w:rsidRPr="00312DBF">
        <w:rPr>
          <w:sz w:val="24"/>
          <w:szCs w:val="24"/>
        </w:rPr>
        <w:t>Андрюшечкина</w:t>
      </w:r>
      <w:proofErr w:type="spellEnd"/>
      <w:r w:rsidRPr="00312DBF">
        <w:rPr>
          <w:sz w:val="24"/>
          <w:szCs w:val="24"/>
        </w:rPr>
        <w:t xml:space="preserve"> [и др.]; Высшая школа экономики; Под ред. Л. К. </w:t>
      </w:r>
      <w:proofErr w:type="spellStart"/>
      <w:r w:rsidRPr="00312DBF">
        <w:rPr>
          <w:sz w:val="24"/>
          <w:szCs w:val="24"/>
        </w:rPr>
        <w:t>Савюк</w:t>
      </w:r>
      <w:proofErr w:type="spellEnd"/>
      <w:r w:rsidRPr="00312DBF">
        <w:rPr>
          <w:sz w:val="24"/>
          <w:szCs w:val="24"/>
        </w:rPr>
        <w:t xml:space="preserve">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 xml:space="preserve">, 2018. - 409 </w:t>
      </w:r>
      <w:proofErr w:type="gramStart"/>
      <w:r w:rsidRPr="00312DBF">
        <w:rPr>
          <w:sz w:val="24"/>
          <w:szCs w:val="24"/>
        </w:rPr>
        <w:t>с</w:t>
      </w:r>
      <w:proofErr w:type="gramEnd"/>
      <w:r w:rsidRPr="00312DBF">
        <w:rPr>
          <w:sz w:val="24"/>
          <w:szCs w:val="24"/>
        </w:rPr>
        <w:t>. : схем.. - (Профессиональное образование)</w:t>
      </w:r>
    </w:p>
    <w:p w:rsidR="00B5752E" w:rsidRPr="00312DBF" w:rsidRDefault="00B5752E" w:rsidP="00B5752E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978-5-534-04991-6: 991 р. 61 к.</w:t>
      </w:r>
    </w:p>
    <w:p w:rsidR="00B5752E" w:rsidRPr="00312DBF" w:rsidRDefault="00B5752E" w:rsidP="00B5752E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577406, 577407, 577408, 577409, 577410, 577411, 577412, 577413, 577414, 577415, 577416, 577417, 577418, 577419, 577420, 577421, 577422, 577423, 577424, 577425</w:t>
      </w:r>
    </w:p>
    <w:p w:rsidR="00B5752E" w:rsidRPr="00312DBF" w:rsidRDefault="00B5752E" w:rsidP="00B5752E">
      <w:pPr>
        <w:rPr>
          <w:sz w:val="24"/>
          <w:szCs w:val="24"/>
        </w:rPr>
      </w:pPr>
    </w:p>
    <w:p w:rsidR="00B5752E" w:rsidRPr="00312DBF" w:rsidRDefault="00B5752E" w:rsidP="00B5752E">
      <w:pPr>
        <w:rPr>
          <w:sz w:val="24"/>
          <w:szCs w:val="24"/>
        </w:rPr>
      </w:pPr>
    </w:p>
    <w:p w:rsidR="00E4208F" w:rsidRPr="00312DBF" w:rsidRDefault="00E4208F" w:rsidP="00B5752E">
      <w:pPr>
        <w:rPr>
          <w:sz w:val="24"/>
          <w:szCs w:val="24"/>
        </w:rPr>
      </w:pPr>
    </w:p>
    <w:p w:rsidR="00E4208F" w:rsidRPr="00312DBF" w:rsidRDefault="00E4208F" w:rsidP="00E4208F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10" w:name="_Toc17364505"/>
      <w:r w:rsidRPr="00312DBF">
        <w:rPr>
          <w:b/>
          <w:sz w:val="24"/>
          <w:szCs w:val="24"/>
        </w:rPr>
        <w:t>Образование. Педагогические науки. (ББК 74)</w:t>
      </w:r>
      <w:bookmarkEnd w:id="10"/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74.10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Г65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Гончарова О. В.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</w:r>
      <w:proofErr w:type="gramStart"/>
      <w:r w:rsidRPr="00312DBF">
        <w:rPr>
          <w:sz w:val="24"/>
          <w:szCs w:val="24"/>
        </w:rPr>
        <w:t xml:space="preserve">Теория и методика музыкального воспитания : учеб. для сред. проф. образования по спец. "Дошкольное образование"/ О. В. Гончарова, Ю. С. </w:t>
      </w:r>
      <w:proofErr w:type="spellStart"/>
      <w:r w:rsidRPr="00312DBF">
        <w:rPr>
          <w:sz w:val="24"/>
          <w:szCs w:val="24"/>
        </w:rPr>
        <w:t>Богачинская</w:t>
      </w:r>
      <w:proofErr w:type="spellEnd"/>
      <w:r w:rsidRPr="00312DBF">
        <w:rPr>
          <w:sz w:val="24"/>
          <w:szCs w:val="24"/>
        </w:rPr>
        <w:t>. - 4-е изд., стер.. - М.: Академия, 2014. - 254 с. - (Профессиональное образование)</w:t>
      </w:r>
      <w:proofErr w:type="gramEnd"/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978-5-4468-1455-8: 729 р. 96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570790, 570791, 570794, 570795, 570796, 570797, 570798, 570799, 570800, 570803, 570804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570792, 570793, 570801, 570802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74.04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Г96</w:t>
      </w:r>
    </w:p>
    <w:p w:rsidR="00E4208F" w:rsidRPr="00312DBF" w:rsidRDefault="00E4208F" w:rsidP="00E4208F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Гуслова</w:t>
      </w:r>
      <w:proofErr w:type="spellEnd"/>
      <w:r w:rsidRPr="00312DBF">
        <w:rPr>
          <w:sz w:val="24"/>
          <w:szCs w:val="24"/>
        </w:rPr>
        <w:t>, М. Н.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Инновационные педагогические технологии: учеб. для студ. СПО/ М. Н. </w:t>
      </w:r>
      <w:proofErr w:type="spellStart"/>
      <w:r w:rsidRPr="00312DBF">
        <w:rPr>
          <w:sz w:val="24"/>
          <w:szCs w:val="24"/>
        </w:rPr>
        <w:t>Гуслова</w:t>
      </w:r>
      <w:proofErr w:type="spellEnd"/>
      <w:r w:rsidRPr="00312DBF">
        <w:rPr>
          <w:sz w:val="24"/>
          <w:szCs w:val="24"/>
        </w:rPr>
        <w:t xml:space="preserve">. - 6-е изд., </w:t>
      </w:r>
      <w:proofErr w:type="spellStart"/>
      <w:r w:rsidRPr="00312DBF">
        <w:rPr>
          <w:sz w:val="24"/>
          <w:szCs w:val="24"/>
        </w:rPr>
        <w:t>испр</w:t>
      </w:r>
      <w:proofErr w:type="spellEnd"/>
      <w:r w:rsidRPr="00312DBF">
        <w:rPr>
          <w:sz w:val="24"/>
          <w:szCs w:val="24"/>
        </w:rPr>
        <w:t>. и доп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2016. - 317 с.. - (Профессиональное образование)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lastRenderedPageBreak/>
        <w:t>Прил. с. 303-315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978-5-4468-2033-7: 652 р. 58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хр</w:t>
      </w:r>
      <w:proofErr w:type="spellEnd"/>
      <w:r w:rsidRPr="00312DBF">
        <w:rPr>
          <w:sz w:val="24"/>
          <w:szCs w:val="24"/>
        </w:rPr>
        <w:t>: 570830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570831, 570832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83.3(2)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Л64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Литература. Практикум: учеб. пособие для студ. учреждений СПО/ Под ред. Г. А. </w:t>
      </w:r>
      <w:proofErr w:type="spellStart"/>
      <w:r w:rsidRPr="00312DBF">
        <w:rPr>
          <w:sz w:val="24"/>
          <w:szCs w:val="24"/>
        </w:rPr>
        <w:t>Обернихиной</w:t>
      </w:r>
      <w:proofErr w:type="spellEnd"/>
      <w:r w:rsidRPr="00312DBF">
        <w:rPr>
          <w:sz w:val="24"/>
          <w:szCs w:val="24"/>
        </w:rPr>
        <w:t>. - 5-е изд., стер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2015. - 350 с.. - (Профессиональное образование)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978-5-4468-1247-9: 487 р. 41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570902, 570903, 570904, 570905, 570906, 570907, 570908, 570909, 570911, 570912, 570913, 570914, 570915, 570916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570910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74.04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М35</w:t>
      </w:r>
    </w:p>
    <w:p w:rsidR="00E4208F" w:rsidRPr="00312DBF" w:rsidRDefault="00E4208F" w:rsidP="00E4208F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Матяш</w:t>
      </w:r>
      <w:proofErr w:type="spellEnd"/>
      <w:r w:rsidRPr="00312DBF">
        <w:rPr>
          <w:sz w:val="24"/>
          <w:szCs w:val="24"/>
        </w:rPr>
        <w:t>, Наталья Викторовна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Инновационные педагогические технологии. Проектное обучение: учеб. пособие для студ. учреждений </w:t>
      </w:r>
      <w:proofErr w:type="spellStart"/>
      <w:r w:rsidRPr="00312DBF">
        <w:rPr>
          <w:sz w:val="24"/>
          <w:szCs w:val="24"/>
        </w:rPr>
        <w:t>высш</w:t>
      </w:r>
      <w:proofErr w:type="spellEnd"/>
      <w:r w:rsidRPr="00312DBF">
        <w:rPr>
          <w:sz w:val="24"/>
          <w:szCs w:val="24"/>
        </w:rPr>
        <w:t xml:space="preserve">. образования/ Н. В. </w:t>
      </w:r>
      <w:proofErr w:type="spellStart"/>
      <w:r w:rsidRPr="00312DBF">
        <w:rPr>
          <w:sz w:val="24"/>
          <w:szCs w:val="24"/>
        </w:rPr>
        <w:t>Матяш</w:t>
      </w:r>
      <w:proofErr w:type="spellEnd"/>
      <w:r w:rsidRPr="00312DBF">
        <w:rPr>
          <w:sz w:val="24"/>
          <w:szCs w:val="24"/>
        </w:rPr>
        <w:t>. - 4-е изд., стер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2016. - 160 с.. - (Высшее образование)</w:t>
      </w:r>
    </w:p>
    <w:p w:rsidR="00E4208F" w:rsidRPr="00312DBF" w:rsidRDefault="00E4208F" w:rsidP="00E4208F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155-157Прил. с.125-154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978-5-4468-2761-9: 433 р. 13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570825, 570826, 570827, 570828, 570829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74.20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М54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Методика </w:t>
      </w:r>
      <w:proofErr w:type="spellStart"/>
      <w:r w:rsidRPr="00312DBF">
        <w:rPr>
          <w:sz w:val="24"/>
          <w:szCs w:val="24"/>
        </w:rPr>
        <w:t>воспитальной</w:t>
      </w:r>
      <w:proofErr w:type="spellEnd"/>
      <w:r w:rsidRPr="00312DBF">
        <w:rPr>
          <w:sz w:val="24"/>
          <w:szCs w:val="24"/>
        </w:rPr>
        <w:t xml:space="preserve"> работы: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СПО по спец. "Преподавание в начальных классах"/ под ред. В. П. Сергеевой. - Методика воспитательной работы. - М.: </w:t>
      </w:r>
      <w:proofErr w:type="spellStart"/>
      <w:proofErr w:type="gramStart"/>
      <w:r w:rsidRPr="00312DBF">
        <w:rPr>
          <w:sz w:val="24"/>
          <w:szCs w:val="24"/>
        </w:rPr>
        <w:t>A</w:t>
      </w:r>
      <w:proofErr w:type="gramEnd"/>
      <w:r w:rsidRPr="00312DBF">
        <w:rPr>
          <w:sz w:val="24"/>
          <w:szCs w:val="24"/>
        </w:rPr>
        <w:t>кадемия</w:t>
      </w:r>
      <w:proofErr w:type="spellEnd"/>
      <w:r w:rsidRPr="00312DBF">
        <w:rPr>
          <w:sz w:val="24"/>
          <w:szCs w:val="24"/>
        </w:rPr>
        <w:t>, 2015. - 380 с.. - (Профессиональное образование)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978-5-4468-1513-5: 756 р. 53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570932, 570933, 570934, 570935, 570936, 570937, 570938, 570939, 570940, 570941, 570942, 570943, 570944, 570945, 570946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74.66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М89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Мудрик А. В.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Социальная педагогика: учеб. для студ. вузов. - 3-е изд., </w:t>
      </w:r>
      <w:proofErr w:type="spellStart"/>
      <w:r w:rsidRPr="00312DBF">
        <w:rPr>
          <w:sz w:val="24"/>
          <w:szCs w:val="24"/>
        </w:rPr>
        <w:t>испр</w:t>
      </w:r>
      <w:proofErr w:type="spellEnd"/>
      <w:r w:rsidRPr="00312DBF">
        <w:rPr>
          <w:sz w:val="24"/>
          <w:szCs w:val="24"/>
        </w:rPr>
        <w:t>.. - М.: Академия, 2014. - 239 с.. - (Высшее образование</w:t>
      </w:r>
      <w:proofErr w:type="gramStart"/>
      <w:r w:rsidRPr="00312DBF">
        <w:rPr>
          <w:sz w:val="24"/>
          <w:szCs w:val="24"/>
        </w:rPr>
        <w:t xml:space="preserve"> :</w:t>
      </w:r>
      <w:proofErr w:type="gram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Бакалавриат</w:t>
      </w:r>
      <w:proofErr w:type="spellEnd"/>
      <w:r w:rsidRPr="00312DBF">
        <w:rPr>
          <w:sz w:val="24"/>
          <w:szCs w:val="24"/>
        </w:rPr>
        <w:t>)</w:t>
      </w:r>
      <w:proofErr w:type="gramEnd"/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978-5-4468-1524-1: 710 р. 33 к.40р.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570838, 570839, 570840, 570841, 570842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74.10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Н63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Николаева С. Н.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lastRenderedPageBreak/>
        <w:tab/>
        <w:t xml:space="preserve">Теория и методика экологического образования дошкольников: учеб. пособие для СПО </w:t>
      </w:r>
      <w:proofErr w:type="gramStart"/>
      <w:r w:rsidRPr="00312DBF">
        <w:rPr>
          <w:sz w:val="24"/>
          <w:szCs w:val="24"/>
        </w:rPr>
        <w:t>по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спец</w:t>
      </w:r>
      <w:proofErr w:type="gramEnd"/>
      <w:r w:rsidRPr="00312DBF">
        <w:rPr>
          <w:sz w:val="24"/>
          <w:szCs w:val="24"/>
        </w:rPr>
        <w:t>. "Дошкольное образование"/ С. Н. Николаева. - 8-е изд., стер.. - М.: Академия, 2014. - 270 с.. - (Профессиональное образование)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Прил.: с. 228-269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978-5-4468-1382-7: 710 р. 33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570843, 570844, 570845, 570846, 570847, 570850, 570851, 570852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570848, 570849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74.268.3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О-13</w:t>
      </w:r>
    </w:p>
    <w:p w:rsidR="00E4208F" w:rsidRPr="00312DBF" w:rsidRDefault="00E4208F" w:rsidP="00E4208F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Обернихина</w:t>
      </w:r>
      <w:proofErr w:type="spellEnd"/>
      <w:r w:rsidRPr="00312DBF">
        <w:rPr>
          <w:sz w:val="24"/>
          <w:szCs w:val="24"/>
        </w:rPr>
        <w:t>, Галина Аркадьевна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Литература. Книга для преподавателя: метод. пособие для учреждений СПО/ Г. А.  </w:t>
      </w:r>
      <w:proofErr w:type="spellStart"/>
      <w:r w:rsidRPr="00312DBF">
        <w:rPr>
          <w:sz w:val="24"/>
          <w:szCs w:val="24"/>
        </w:rPr>
        <w:t>Обернихина</w:t>
      </w:r>
      <w:proofErr w:type="spellEnd"/>
      <w:r w:rsidRPr="00312DBF">
        <w:rPr>
          <w:sz w:val="24"/>
          <w:szCs w:val="24"/>
        </w:rPr>
        <w:t xml:space="preserve">, Е. В. </w:t>
      </w:r>
      <w:proofErr w:type="spellStart"/>
      <w:r w:rsidRPr="00312DBF">
        <w:rPr>
          <w:sz w:val="24"/>
          <w:szCs w:val="24"/>
        </w:rPr>
        <w:t>Мацыяка</w:t>
      </w:r>
      <w:proofErr w:type="spellEnd"/>
      <w:r w:rsidRPr="00312DBF">
        <w:rPr>
          <w:sz w:val="24"/>
          <w:szCs w:val="24"/>
        </w:rPr>
        <w:t xml:space="preserve">; Под ред. Г. А. </w:t>
      </w:r>
      <w:proofErr w:type="spellStart"/>
      <w:r w:rsidRPr="00312DBF">
        <w:rPr>
          <w:sz w:val="24"/>
          <w:szCs w:val="24"/>
        </w:rPr>
        <w:t>Обернихиной</w:t>
      </w:r>
      <w:proofErr w:type="spellEnd"/>
      <w:r w:rsidRPr="00312DBF">
        <w:rPr>
          <w:sz w:val="24"/>
          <w:szCs w:val="24"/>
        </w:rPr>
        <w:t>. - 2-е изд., стер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2014. - 208 с.. - (Профессиональное образование)</w:t>
      </w:r>
    </w:p>
    <w:p w:rsidR="00E4208F" w:rsidRPr="00312DBF" w:rsidRDefault="00E4208F" w:rsidP="00E4208F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Обяз</w:t>
      </w:r>
      <w:proofErr w:type="spellEnd"/>
      <w:r w:rsidRPr="00312DBF">
        <w:rPr>
          <w:sz w:val="24"/>
          <w:szCs w:val="24"/>
        </w:rPr>
        <w:t>. экз.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978-5-4468-1356-8: 548 р. 63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570888, 570889, 570890, 570891, 570892, 570893, 570896, 570897, 570898, 570899, 570900, 570901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570894, 570895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74.6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С89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Супрунова, Л. Л.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Поликультурное образование: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студ. по направлению подготовки "Психолого-педагогическое образование"/ Л. Л. Супрунова, Ю. С. </w:t>
      </w:r>
      <w:proofErr w:type="spellStart"/>
      <w:r w:rsidRPr="00312DBF">
        <w:rPr>
          <w:sz w:val="24"/>
          <w:szCs w:val="24"/>
        </w:rPr>
        <w:t>Свиридченко</w:t>
      </w:r>
      <w:proofErr w:type="spellEnd"/>
      <w:r w:rsidRPr="00312DBF">
        <w:rPr>
          <w:sz w:val="24"/>
          <w:szCs w:val="24"/>
        </w:rPr>
        <w:t xml:space="preserve">. - М.: Академия, 2013. - 233 с.. - (Высшее профессиональное образование </w:t>
      </w:r>
      <w:proofErr w:type="gramStart"/>
      <w:r w:rsidRPr="00312DBF">
        <w:rPr>
          <w:sz w:val="24"/>
          <w:szCs w:val="24"/>
        </w:rPr>
        <w:t>:</w:t>
      </w:r>
      <w:proofErr w:type="spellStart"/>
      <w:r w:rsidRPr="00312DBF">
        <w:rPr>
          <w:sz w:val="24"/>
          <w:szCs w:val="24"/>
        </w:rPr>
        <w:t>Б</w:t>
      </w:r>
      <w:proofErr w:type="gramEnd"/>
      <w:r w:rsidRPr="00312DBF">
        <w:rPr>
          <w:sz w:val="24"/>
          <w:szCs w:val="24"/>
        </w:rPr>
        <w:t>акалавриат</w:t>
      </w:r>
      <w:proofErr w:type="spellEnd"/>
      <w:r w:rsidRPr="00312DBF">
        <w:rPr>
          <w:sz w:val="24"/>
          <w:szCs w:val="24"/>
        </w:rPr>
        <w:t>)</w:t>
      </w:r>
    </w:p>
    <w:p w:rsidR="00E4208F" w:rsidRPr="00312DBF" w:rsidRDefault="00E4208F" w:rsidP="00E4208F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231-233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978-5-7695-9813-5: 641 р. 03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570917, 570918, 570919, 570920, 570921, 570922, 570923, 570924, 570925, 570926, 570927, 570928, 570929, 570930, 570931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74.66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Т98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Тюрина, Элеонора Игнатьевна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Социальная работа с семьей и детьми: учеб. для студ. учреждений СПО/ Э. И. Тюрина, Н. Ю. </w:t>
      </w:r>
      <w:proofErr w:type="spellStart"/>
      <w:r w:rsidRPr="00312DBF">
        <w:rPr>
          <w:sz w:val="24"/>
          <w:szCs w:val="24"/>
        </w:rPr>
        <w:t>Кучукова</w:t>
      </w:r>
      <w:proofErr w:type="spellEnd"/>
      <w:r w:rsidRPr="00312DBF">
        <w:rPr>
          <w:sz w:val="24"/>
          <w:szCs w:val="24"/>
        </w:rPr>
        <w:t xml:space="preserve">, Е. А. </w:t>
      </w:r>
      <w:proofErr w:type="spellStart"/>
      <w:r w:rsidRPr="00312DBF">
        <w:rPr>
          <w:sz w:val="24"/>
          <w:szCs w:val="24"/>
        </w:rPr>
        <w:t>Пенцова</w:t>
      </w:r>
      <w:proofErr w:type="spellEnd"/>
      <w:r w:rsidRPr="00312DBF">
        <w:rPr>
          <w:sz w:val="24"/>
          <w:szCs w:val="24"/>
        </w:rPr>
        <w:t>. - 3-е изд., стер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2015. - 336 с.. - (Профессиональное образование)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Глоссарий с. 325-331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978-5-4468-2438-0: 779 р. 63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570856, 570857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хр</w:t>
      </w:r>
      <w:proofErr w:type="spellEnd"/>
      <w:r w:rsidRPr="00312DBF">
        <w:rPr>
          <w:sz w:val="24"/>
          <w:szCs w:val="24"/>
        </w:rPr>
        <w:t>: 570853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570854, 570855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74.102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Я96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Яшина, В. И.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lastRenderedPageBreak/>
        <w:tab/>
        <w:t>Теория и методика развития речи детей: учеб. для студ. вузов по направлению "</w:t>
      </w:r>
      <w:proofErr w:type="spellStart"/>
      <w:r w:rsidRPr="00312DBF">
        <w:rPr>
          <w:sz w:val="24"/>
          <w:szCs w:val="24"/>
        </w:rPr>
        <w:t>Пед</w:t>
      </w:r>
      <w:proofErr w:type="spellEnd"/>
      <w:r w:rsidRPr="00312DBF">
        <w:rPr>
          <w:sz w:val="24"/>
          <w:szCs w:val="24"/>
        </w:rPr>
        <w:t>. образование"/ В. И. Яшина, М. М. Алексеева; Под ред. В. И. Яшина. - 5-е изд., стер.. - М.: Академия, 2014. - 445 с.. - (Высшее образование</w:t>
      </w:r>
      <w:proofErr w:type="gramStart"/>
      <w:r w:rsidRPr="00312DBF">
        <w:rPr>
          <w:sz w:val="24"/>
          <w:szCs w:val="24"/>
        </w:rPr>
        <w:t xml:space="preserve"> :</w:t>
      </w:r>
      <w:proofErr w:type="gram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Бакалавриат</w:t>
      </w:r>
      <w:proofErr w:type="spellEnd"/>
      <w:r w:rsidRPr="00312DBF">
        <w:rPr>
          <w:sz w:val="24"/>
          <w:szCs w:val="24"/>
        </w:rPr>
        <w:t>)</w:t>
      </w:r>
      <w:proofErr w:type="gramEnd"/>
    </w:p>
    <w:p w:rsidR="00E4208F" w:rsidRPr="00312DBF" w:rsidRDefault="00E4208F" w:rsidP="00E4208F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437-443</w:t>
      </w:r>
    </w:p>
    <w:p w:rsidR="00E4208F" w:rsidRPr="00312DBF" w:rsidRDefault="00E4208F" w:rsidP="00E4208F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978-5-4468-1307-0: 941 р. 36 к.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570858, 570861, 570862, 570863, 570864, 570865, 570866, 570867, 570868, 570869, 570870, 570871, 570872</w:t>
      </w:r>
    </w:p>
    <w:p w:rsidR="00E4208F" w:rsidRPr="00312DBF" w:rsidRDefault="00E4208F" w:rsidP="00E4208F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570859, 570860</w:t>
      </w:r>
    </w:p>
    <w:p w:rsidR="00E4208F" w:rsidRPr="00312DBF" w:rsidRDefault="00E4208F" w:rsidP="00E4208F">
      <w:pPr>
        <w:rPr>
          <w:sz w:val="24"/>
          <w:szCs w:val="24"/>
        </w:rPr>
      </w:pPr>
    </w:p>
    <w:p w:rsidR="00E4208F" w:rsidRPr="00312DBF" w:rsidRDefault="00E4208F" w:rsidP="00E4208F">
      <w:pPr>
        <w:rPr>
          <w:sz w:val="24"/>
          <w:szCs w:val="24"/>
        </w:rPr>
      </w:pPr>
    </w:p>
    <w:p w:rsidR="00435963" w:rsidRPr="00312DBF" w:rsidRDefault="00435963" w:rsidP="00E4208F">
      <w:pPr>
        <w:rPr>
          <w:sz w:val="24"/>
          <w:szCs w:val="24"/>
        </w:rPr>
      </w:pPr>
    </w:p>
    <w:p w:rsidR="00435963" w:rsidRPr="00312DBF" w:rsidRDefault="00435963" w:rsidP="00435963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11" w:name="_Toc17364506"/>
      <w:r w:rsidRPr="00312DBF">
        <w:rPr>
          <w:b/>
          <w:sz w:val="24"/>
          <w:szCs w:val="24"/>
        </w:rPr>
        <w:t>Физическая культура и спорт. (ББК 75)</w:t>
      </w:r>
      <w:bookmarkEnd w:id="11"/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75я7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Ф50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Физическая культура: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студ. СПО/ авт. Р. Л. </w:t>
      </w:r>
      <w:proofErr w:type="spellStart"/>
      <w:r w:rsidRPr="00312DBF">
        <w:rPr>
          <w:sz w:val="24"/>
          <w:szCs w:val="24"/>
        </w:rPr>
        <w:t>Палтиевич</w:t>
      </w:r>
      <w:proofErr w:type="spellEnd"/>
      <w:r w:rsidRPr="00312DBF">
        <w:rPr>
          <w:sz w:val="24"/>
          <w:szCs w:val="24"/>
        </w:rPr>
        <w:t xml:space="preserve">; Под ред. Г. И. </w:t>
      </w:r>
      <w:proofErr w:type="spellStart"/>
      <w:r w:rsidRPr="00312DBF">
        <w:rPr>
          <w:sz w:val="24"/>
          <w:szCs w:val="24"/>
        </w:rPr>
        <w:t>Погадаев</w:t>
      </w:r>
      <w:proofErr w:type="spellEnd"/>
      <w:r w:rsidRPr="00312DBF">
        <w:rPr>
          <w:sz w:val="24"/>
          <w:szCs w:val="24"/>
        </w:rPr>
        <w:t>. - М.: Академия, 2016. - 175 с</w:t>
      </w:r>
      <w:proofErr w:type="gramStart"/>
      <w:r w:rsidRPr="00312DBF">
        <w:rPr>
          <w:sz w:val="24"/>
          <w:szCs w:val="24"/>
        </w:rPr>
        <w:t>.. - (</w:t>
      </w:r>
      <w:proofErr w:type="gramEnd"/>
      <w:r w:rsidRPr="00312DBF">
        <w:rPr>
          <w:sz w:val="24"/>
          <w:szCs w:val="24"/>
        </w:rPr>
        <w:t>Профессиональное образование)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978-5-4468-3070-1: 456 р. 23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570947, 570948, 570949, 570950, 570951, 570952, 570953, 570954, 570955, 570956, 570957, 570958, 570959, 570960, 570961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12" w:name="_Toc17364507"/>
      <w:r w:rsidRPr="00312DBF">
        <w:rPr>
          <w:b/>
          <w:sz w:val="24"/>
          <w:szCs w:val="24"/>
        </w:rPr>
        <w:t>Языкознание. (ББК 81)</w:t>
      </w:r>
      <w:bookmarkEnd w:id="12"/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81.432.1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А64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 xml:space="preserve">Английский язык для юристов: учеб. и практикум для студ. СПО/ Высшая школа экономики; Национальный исследовательский университет; Под ред. И. И. </w:t>
      </w:r>
      <w:proofErr w:type="spellStart"/>
      <w:r w:rsidRPr="00312DBF">
        <w:rPr>
          <w:sz w:val="24"/>
          <w:szCs w:val="24"/>
        </w:rPr>
        <w:t>Чироновой</w:t>
      </w:r>
      <w:proofErr w:type="spellEnd"/>
      <w:r w:rsidRPr="00312DBF">
        <w:rPr>
          <w:sz w:val="24"/>
          <w:szCs w:val="24"/>
        </w:rPr>
        <w:t xml:space="preserve">. - 2-е изд., </w:t>
      </w:r>
      <w:proofErr w:type="spellStart"/>
      <w:r w:rsidRPr="00312DBF">
        <w:rPr>
          <w:sz w:val="24"/>
          <w:szCs w:val="24"/>
        </w:rPr>
        <w:t>перераб</w:t>
      </w:r>
      <w:proofErr w:type="spellEnd"/>
      <w:r w:rsidRPr="00312DBF">
        <w:rPr>
          <w:sz w:val="24"/>
          <w:szCs w:val="24"/>
        </w:rPr>
        <w:t>. и доп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 xml:space="preserve">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- 399 с.. - (Профессиональное образование) (На англ. яз.)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978-5-534-01048-0: 774 р. 47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577491, 577492, 577493, 577494, 577495, 577496, 577497, 577498, 577499, 577500, 577501, 577502, 577503, 577504, 577505, 577506, 577507, 577508, 577509, 577510, 577511, 577512, 577513, 577514, 577515, 577516, 577517, 577518, 577519, 577520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81.411.2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А72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Антонова Е. С.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</w:r>
      <w:proofErr w:type="gramStart"/>
      <w:r w:rsidRPr="00312DBF">
        <w:rPr>
          <w:sz w:val="24"/>
          <w:szCs w:val="24"/>
        </w:rPr>
        <w:t xml:space="preserve">Русский язык: учеб. для студ. </w:t>
      </w:r>
      <w:proofErr w:type="spellStart"/>
      <w:r w:rsidRPr="00312DBF">
        <w:rPr>
          <w:sz w:val="24"/>
          <w:szCs w:val="24"/>
        </w:rPr>
        <w:t>образоват</w:t>
      </w:r>
      <w:proofErr w:type="spellEnd"/>
      <w:r w:rsidRPr="00312DBF">
        <w:rPr>
          <w:sz w:val="24"/>
          <w:szCs w:val="24"/>
        </w:rPr>
        <w:t>. учреждений сред. проф. образования. - 7-е изд., стер.. - М.: Академия, 2016. - 382 с. : ил.. - (Профессиональное образование)</w:t>
      </w:r>
      <w:proofErr w:type="gramEnd"/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978-5-4468-2924-8: 609 р. 84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570805, 570806, 570807, 570808, 570809, 570810, 570811, 570812, 570813, 570814, 570815, 570816, 570818, 570819, 570820, 570821, 570822, 570823, 570824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81.432.1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В75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Воробьева, С. А.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lastRenderedPageBreak/>
        <w:tab/>
        <w:t xml:space="preserve">Деловой английский для гостиничного бизнеса: учеб. пособие для СПО/ С. А. Воробьева, А. В. Киселева. - 5-е изд., </w:t>
      </w:r>
      <w:proofErr w:type="spellStart"/>
      <w:r w:rsidRPr="00312DBF">
        <w:rPr>
          <w:sz w:val="24"/>
          <w:szCs w:val="24"/>
        </w:rPr>
        <w:t>испр</w:t>
      </w:r>
      <w:proofErr w:type="spellEnd"/>
      <w:r w:rsidRPr="00312DBF">
        <w:rPr>
          <w:sz w:val="24"/>
          <w:szCs w:val="24"/>
        </w:rPr>
        <w:t>. и доп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 xml:space="preserve">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- 339 с.. - (Профессиональное образование)</w:t>
      </w:r>
    </w:p>
    <w:p w:rsidR="00435963" w:rsidRPr="00312DBF" w:rsidRDefault="00435963" w:rsidP="00435963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333-334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978-5-534-04234-4: 671 р. 07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577476, 577477, 577478, 577479, 577480, 577481, 577482, 577483, 577484, 577485, 577486, 577487, 577488, 577489, 577490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13" w:name="_Toc17364508"/>
      <w:r w:rsidRPr="00312DBF">
        <w:rPr>
          <w:b/>
          <w:sz w:val="24"/>
          <w:szCs w:val="24"/>
        </w:rPr>
        <w:t>Литературоведение. (ББК 83)</w:t>
      </w:r>
      <w:bookmarkEnd w:id="13"/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83.3(2)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Л64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Литература. Практикум: учеб. пособие для студ. учреждений СПО/ Под ред. Г. А. </w:t>
      </w:r>
      <w:proofErr w:type="spellStart"/>
      <w:r w:rsidRPr="00312DBF">
        <w:rPr>
          <w:sz w:val="24"/>
          <w:szCs w:val="24"/>
        </w:rPr>
        <w:t>Обернихиной</w:t>
      </w:r>
      <w:proofErr w:type="spellEnd"/>
      <w:r w:rsidRPr="00312DBF">
        <w:rPr>
          <w:sz w:val="24"/>
          <w:szCs w:val="24"/>
        </w:rPr>
        <w:t>. - 5-е изд., стер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2015. - 350 с.. - (Профессиональное образование)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978-5-4468-1247-9: 487 р. 41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570902, 570903, 570904, 570905, 570906, 570907, 570908, 570909, 570911, 570912, 570913, 570914, 570915, 570916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570910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74.268.3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О-13</w:t>
      </w:r>
    </w:p>
    <w:p w:rsidR="00435963" w:rsidRPr="00312DBF" w:rsidRDefault="00435963" w:rsidP="00435963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Обернихина</w:t>
      </w:r>
      <w:proofErr w:type="spellEnd"/>
      <w:r w:rsidRPr="00312DBF">
        <w:rPr>
          <w:sz w:val="24"/>
          <w:szCs w:val="24"/>
        </w:rPr>
        <w:t>, Галина Аркадьевна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 xml:space="preserve">Литература. Книга для преподавателя: метод. пособие для учреждений СПО/ Г. А.  </w:t>
      </w:r>
      <w:proofErr w:type="spellStart"/>
      <w:r w:rsidRPr="00312DBF">
        <w:rPr>
          <w:sz w:val="24"/>
          <w:szCs w:val="24"/>
        </w:rPr>
        <w:t>Обернихина</w:t>
      </w:r>
      <w:proofErr w:type="spellEnd"/>
      <w:r w:rsidRPr="00312DBF">
        <w:rPr>
          <w:sz w:val="24"/>
          <w:szCs w:val="24"/>
        </w:rPr>
        <w:t xml:space="preserve">, Е. В. </w:t>
      </w:r>
      <w:proofErr w:type="spellStart"/>
      <w:r w:rsidRPr="00312DBF">
        <w:rPr>
          <w:sz w:val="24"/>
          <w:szCs w:val="24"/>
        </w:rPr>
        <w:t>Мацыяка</w:t>
      </w:r>
      <w:proofErr w:type="spellEnd"/>
      <w:r w:rsidRPr="00312DBF">
        <w:rPr>
          <w:sz w:val="24"/>
          <w:szCs w:val="24"/>
        </w:rPr>
        <w:t xml:space="preserve">; Под ред. Г. А. </w:t>
      </w:r>
      <w:proofErr w:type="spellStart"/>
      <w:r w:rsidRPr="00312DBF">
        <w:rPr>
          <w:sz w:val="24"/>
          <w:szCs w:val="24"/>
        </w:rPr>
        <w:t>Обернихиной</w:t>
      </w:r>
      <w:proofErr w:type="spellEnd"/>
      <w:r w:rsidRPr="00312DBF">
        <w:rPr>
          <w:sz w:val="24"/>
          <w:szCs w:val="24"/>
        </w:rPr>
        <w:t>. - 2-е изд., стер</w:t>
      </w:r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2014. - 208 с.. - (Профессиональное образование)</w:t>
      </w:r>
    </w:p>
    <w:p w:rsidR="00435963" w:rsidRPr="00312DBF" w:rsidRDefault="00435963" w:rsidP="00435963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Обяз</w:t>
      </w:r>
      <w:proofErr w:type="spellEnd"/>
      <w:r w:rsidRPr="00312DBF">
        <w:rPr>
          <w:sz w:val="24"/>
          <w:szCs w:val="24"/>
        </w:rPr>
        <w:t>. экз.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978-5-4468-1356-8: 548 р. 63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570888, 570889, 570890, 570891, 570892, 570893, 570896, 570897, 570898, 570899, 570900, 570901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570894, 570895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83.3(2)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Р89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Русский язык и литература. Литература : в 2 ч.: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студ. учреждений СПО. Ч.2/ Под ред. Г. А. </w:t>
      </w:r>
      <w:proofErr w:type="spellStart"/>
      <w:r w:rsidRPr="00312DBF">
        <w:rPr>
          <w:sz w:val="24"/>
          <w:szCs w:val="24"/>
        </w:rPr>
        <w:t>Обернихиной</w:t>
      </w:r>
      <w:proofErr w:type="spellEnd"/>
      <w:r w:rsidRPr="00312DBF">
        <w:rPr>
          <w:sz w:val="24"/>
          <w:szCs w:val="24"/>
        </w:rPr>
        <w:t xml:space="preserve">. - 2-е изд., </w:t>
      </w:r>
      <w:proofErr w:type="spellStart"/>
      <w:r w:rsidRPr="00312DBF">
        <w:rPr>
          <w:sz w:val="24"/>
          <w:szCs w:val="24"/>
        </w:rPr>
        <w:t>испр</w:t>
      </w:r>
      <w:proofErr w:type="spellEnd"/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2016. - 400 с.. - (Профессиональное образование)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978-5-4468-2852-4: 562 р. 49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570873, 570874, 570875, 570876, 570877, 570878, 570879, 570880, 570881, 570882, 570884, 570885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570883, 570886, 570887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83.3(2)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Р89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Русский язык и литература. Литература : в 2 ч.: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студ. учреждений СПО.  Ч.1/ Под ред. Г. А. </w:t>
      </w:r>
      <w:proofErr w:type="spellStart"/>
      <w:r w:rsidRPr="00312DBF">
        <w:rPr>
          <w:sz w:val="24"/>
          <w:szCs w:val="24"/>
        </w:rPr>
        <w:t>Обернихиной</w:t>
      </w:r>
      <w:proofErr w:type="spellEnd"/>
      <w:r w:rsidRPr="00312DBF">
        <w:rPr>
          <w:sz w:val="24"/>
          <w:szCs w:val="24"/>
        </w:rPr>
        <w:t xml:space="preserve">. - 2-е изд., </w:t>
      </w:r>
      <w:proofErr w:type="spellStart"/>
      <w:r w:rsidRPr="00312DBF">
        <w:rPr>
          <w:sz w:val="24"/>
          <w:szCs w:val="24"/>
        </w:rPr>
        <w:t>испр</w:t>
      </w:r>
      <w:proofErr w:type="spellEnd"/>
      <w:proofErr w:type="gramStart"/>
      <w:r w:rsidRPr="00312DBF">
        <w:rPr>
          <w:sz w:val="24"/>
          <w:szCs w:val="24"/>
        </w:rPr>
        <w:t xml:space="preserve">.. - </w:t>
      </w:r>
      <w:proofErr w:type="gramEnd"/>
      <w:r w:rsidRPr="00312DBF">
        <w:rPr>
          <w:sz w:val="24"/>
          <w:szCs w:val="24"/>
        </w:rPr>
        <w:t>М.: Академия, 2016. - 400 с.. - (Профессиональное образование)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lastRenderedPageBreak/>
        <w:t>ISBN 978-5-4468-2850-0: 562 р. 49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570965, 570966, 570967, 570968, 570969, 570970, 570971, 570972, 570975, 570976, 570977, 570978, 570979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570973, 570974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14" w:name="_Toc17364509"/>
      <w:r w:rsidRPr="00312DBF">
        <w:rPr>
          <w:b/>
          <w:sz w:val="24"/>
          <w:szCs w:val="24"/>
        </w:rPr>
        <w:t>Искусство. Искусствознание. (ББК 85)</w:t>
      </w:r>
      <w:bookmarkEnd w:id="14"/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74.10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Г65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Гончарова О. В.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</w:r>
      <w:proofErr w:type="gramStart"/>
      <w:r w:rsidRPr="00312DBF">
        <w:rPr>
          <w:sz w:val="24"/>
          <w:szCs w:val="24"/>
        </w:rPr>
        <w:t xml:space="preserve">Теория и методика музыкального воспитания : учеб. для сред. проф. образования по спец. "Дошкольное образование"/ О. В. Гончарова, Ю. С. </w:t>
      </w:r>
      <w:proofErr w:type="spellStart"/>
      <w:r w:rsidRPr="00312DBF">
        <w:rPr>
          <w:sz w:val="24"/>
          <w:szCs w:val="24"/>
        </w:rPr>
        <w:t>Богачинская</w:t>
      </w:r>
      <w:proofErr w:type="spellEnd"/>
      <w:r w:rsidRPr="00312DBF">
        <w:rPr>
          <w:sz w:val="24"/>
          <w:szCs w:val="24"/>
        </w:rPr>
        <w:t>. - 4-е изд., стер.. - М.: Академия, 2014. - 254 с. - (Профессиональное образование)</w:t>
      </w:r>
      <w:proofErr w:type="gramEnd"/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978-5-4468-1455-8: 729 р. 96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570790, 570791, 570794, 570795, 570796, 570797, 570798, 570799, 570800, 570803, 570804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Стр</w:t>
      </w:r>
      <w:proofErr w:type="spellEnd"/>
      <w:r w:rsidRPr="00312DBF">
        <w:rPr>
          <w:sz w:val="24"/>
          <w:szCs w:val="24"/>
        </w:rPr>
        <w:t xml:space="preserve"> </w:t>
      </w: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чз3(</w:t>
      </w:r>
      <w:proofErr w:type="spellStart"/>
      <w:r w:rsidRPr="00312DBF">
        <w:rPr>
          <w:sz w:val="24"/>
          <w:szCs w:val="24"/>
        </w:rPr>
        <w:t>ПиП</w:t>
      </w:r>
      <w:proofErr w:type="spellEnd"/>
      <w:r w:rsidRPr="00312DBF">
        <w:rPr>
          <w:sz w:val="24"/>
          <w:szCs w:val="24"/>
        </w:rPr>
        <w:t>): 570792, 570793, 570801, 570802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15" w:name="_Toc17364510"/>
      <w:r w:rsidRPr="00312DBF">
        <w:rPr>
          <w:b/>
          <w:sz w:val="24"/>
          <w:szCs w:val="24"/>
        </w:rPr>
        <w:t>Психология. (ББК 88)</w:t>
      </w:r>
      <w:bookmarkEnd w:id="15"/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88.5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П16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 xml:space="preserve">Панфилова, </w:t>
      </w:r>
      <w:proofErr w:type="spellStart"/>
      <w:r w:rsidRPr="00312DBF">
        <w:rPr>
          <w:sz w:val="24"/>
          <w:szCs w:val="24"/>
        </w:rPr>
        <w:t>Альвина</w:t>
      </w:r>
      <w:proofErr w:type="spellEnd"/>
      <w:r w:rsidRPr="00312DBF">
        <w:rPr>
          <w:sz w:val="24"/>
          <w:szCs w:val="24"/>
        </w:rPr>
        <w:t xml:space="preserve"> Павловна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</w:r>
      <w:proofErr w:type="gramStart"/>
      <w:r w:rsidRPr="00312DBF">
        <w:rPr>
          <w:sz w:val="24"/>
          <w:szCs w:val="24"/>
        </w:rPr>
        <w:t>Психология общения: учеб. для студ. учреждений СПО по спец. "Образование и педагогика". - 3-е изд., стер.. - М.: Академия, 2014. - 368 с.. - (Профессиональное образование).</w:t>
      </w:r>
      <w:proofErr w:type="gramEnd"/>
      <w:r w:rsidRPr="00312DBF">
        <w:rPr>
          <w:sz w:val="24"/>
          <w:szCs w:val="24"/>
        </w:rPr>
        <w:t xml:space="preserve"> - (Профессиональное образование)</w:t>
      </w:r>
    </w:p>
    <w:p w:rsidR="00435963" w:rsidRPr="00312DBF" w:rsidRDefault="00435963" w:rsidP="00435963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360-362Прил. с. 343-359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978-5-4468-14-57-2: 631 р. 79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570962, 570963, 570964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88я723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П86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ab/>
      </w:r>
      <w:proofErr w:type="gramStart"/>
      <w:r w:rsidRPr="00312DBF">
        <w:rPr>
          <w:sz w:val="24"/>
          <w:szCs w:val="24"/>
        </w:rPr>
        <w:t>Психология: учеб. для студ. учреждений СПО/ Под ред. И.В. Дубровина. - 13-е изд., стер.. - М.: Академия, 2015. - 496 с.. - (Профессиональное образование)</w:t>
      </w:r>
      <w:proofErr w:type="gramEnd"/>
    </w:p>
    <w:p w:rsidR="00435963" w:rsidRPr="00312DBF" w:rsidRDefault="00435963" w:rsidP="00435963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t>Библиогр</w:t>
      </w:r>
      <w:proofErr w:type="spellEnd"/>
      <w:r w:rsidRPr="00312DBF">
        <w:rPr>
          <w:sz w:val="24"/>
          <w:szCs w:val="24"/>
        </w:rPr>
        <w:t>.: с. 485</w:t>
      </w:r>
    </w:p>
    <w:p w:rsidR="00435963" w:rsidRPr="00312DBF" w:rsidRDefault="00435963" w:rsidP="00435963">
      <w:pPr>
        <w:rPr>
          <w:sz w:val="24"/>
          <w:szCs w:val="24"/>
        </w:rPr>
      </w:pPr>
      <w:r w:rsidRPr="00312DBF">
        <w:rPr>
          <w:sz w:val="24"/>
          <w:szCs w:val="24"/>
        </w:rPr>
        <w:t>ISBN 978-5-4468-2279-9: 826 р. 98 к.</w:t>
      </w:r>
    </w:p>
    <w:p w:rsidR="00435963" w:rsidRPr="00312DBF" w:rsidRDefault="00435963" w:rsidP="00435963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570833, 570834, 570835, 570836, 570837</w:t>
      </w:r>
    </w:p>
    <w:p w:rsidR="00435963" w:rsidRPr="00312DBF" w:rsidRDefault="00435963" w:rsidP="00435963">
      <w:pPr>
        <w:rPr>
          <w:sz w:val="24"/>
          <w:szCs w:val="24"/>
        </w:rPr>
      </w:pPr>
    </w:p>
    <w:p w:rsidR="00435963" w:rsidRPr="00312DBF" w:rsidRDefault="00435963" w:rsidP="00435963">
      <w:pPr>
        <w:rPr>
          <w:sz w:val="24"/>
          <w:szCs w:val="24"/>
        </w:rPr>
      </w:pPr>
    </w:p>
    <w:p w:rsidR="00714DFB" w:rsidRPr="00312DBF" w:rsidRDefault="00714DFB" w:rsidP="00435963">
      <w:pPr>
        <w:rPr>
          <w:sz w:val="24"/>
          <w:szCs w:val="24"/>
        </w:rPr>
      </w:pPr>
    </w:p>
    <w:p w:rsidR="00714DFB" w:rsidRPr="00312DBF" w:rsidRDefault="00714DFB" w:rsidP="00714DFB">
      <w:pPr>
        <w:pStyle w:val="1"/>
        <w:rPr>
          <w:b/>
          <w:sz w:val="24"/>
          <w:szCs w:val="24"/>
        </w:rPr>
      </w:pPr>
      <w:r w:rsidRPr="00312DBF">
        <w:rPr>
          <w:b/>
          <w:sz w:val="24"/>
          <w:szCs w:val="24"/>
        </w:rPr>
        <w:t xml:space="preserve"> </w:t>
      </w:r>
      <w:bookmarkStart w:id="16" w:name="_Toc17364511"/>
      <w:r w:rsidRPr="00312DBF">
        <w:rPr>
          <w:b/>
          <w:sz w:val="24"/>
          <w:szCs w:val="24"/>
        </w:rPr>
        <w:t>Домоводство. Коммунально-бытовое хозяйство. Служба быта. (УДК 64)</w:t>
      </w:r>
      <w:bookmarkEnd w:id="16"/>
    </w:p>
    <w:p w:rsidR="00714DFB" w:rsidRPr="00312DBF" w:rsidRDefault="00714DFB" w:rsidP="00714DFB">
      <w:pPr>
        <w:rPr>
          <w:sz w:val="24"/>
          <w:szCs w:val="24"/>
        </w:rPr>
      </w:pPr>
    </w:p>
    <w:p w:rsidR="00714DFB" w:rsidRPr="00312DBF" w:rsidRDefault="00714DFB" w:rsidP="00714DFB">
      <w:pPr>
        <w:rPr>
          <w:sz w:val="24"/>
          <w:szCs w:val="24"/>
        </w:rPr>
      </w:pPr>
      <w:r w:rsidRPr="00312DBF">
        <w:rPr>
          <w:sz w:val="24"/>
          <w:szCs w:val="24"/>
        </w:rPr>
        <w:t>65.432</w:t>
      </w:r>
    </w:p>
    <w:p w:rsidR="00714DFB" w:rsidRPr="00312DBF" w:rsidRDefault="00714DFB" w:rsidP="00714DFB">
      <w:pPr>
        <w:rPr>
          <w:sz w:val="24"/>
          <w:szCs w:val="24"/>
        </w:rPr>
      </w:pPr>
      <w:r w:rsidRPr="00312DBF">
        <w:rPr>
          <w:sz w:val="24"/>
          <w:szCs w:val="24"/>
        </w:rPr>
        <w:t>Т41</w:t>
      </w:r>
    </w:p>
    <w:p w:rsidR="00714DFB" w:rsidRPr="00312DBF" w:rsidRDefault="00714DFB" w:rsidP="00714DFB">
      <w:pPr>
        <w:rPr>
          <w:sz w:val="24"/>
          <w:szCs w:val="24"/>
        </w:rPr>
      </w:pPr>
      <w:r w:rsidRPr="00312DBF">
        <w:rPr>
          <w:sz w:val="24"/>
          <w:szCs w:val="24"/>
        </w:rPr>
        <w:t>Тимохина, Т. Л.</w:t>
      </w:r>
    </w:p>
    <w:p w:rsidR="00714DFB" w:rsidRPr="00312DBF" w:rsidRDefault="00714DFB" w:rsidP="00714DFB">
      <w:pPr>
        <w:rPr>
          <w:sz w:val="24"/>
          <w:szCs w:val="24"/>
        </w:rPr>
      </w:pPr>
      <w:r w:rsidRPr="00312DBF">
        <w:rPr>
          <w:sz w:val="24"/>
          <w:szCs w:val="24"/>
        </w:rPr>
        <w:tab/>
        <w:t>Гостиничный сервис: учеб</w:t>
      </w:r>
      <w:proofErr w:type="gramStart"/>
      <w:r w:rsidRPr="00312DBF">
        <w:rPr>
          <w:sz w:val="24"/>
          <w:szCs w:val="24"/>
        </w:rPr>
        <w:t>.</w:t>
      </w:r>
      <w:proofErr w:type="gramEnd"/>
      <w:r w:rsidRPr="00312DBF">
        <w:rPr>
          <w:sz w:val="24"/>
          <w:szCs w:val="24"/>
        </w:rPr>
        <w:t xml:space="preserve"> </w:t>
      </w:r>
      <w:proofErr w:type="gramStart"/>
      <w:r w:rsidRPr="00312DBF">
        <w:rPr>
          <w:sz w:val="24"/>
          <w:szCs w:val="24"/>
        </w:rPr>
        <w:t>д</w:t>
      </w:r>
      <w:proofErr w:type="gramEnd"/>
      <w:r w:rsidRPr="00312DBF">
        <w:rPr>
          <w:sz w:val="24"/>
          <w:szCs w:val="24"/>
        </w:rPr>
        <w:t xml:space="preserve">ля студ. СПО/ Т. Л. Тимохина. - М.: </w:t>
      </w:r>
      <w:proofErr w:type="spellStart"/>
      <w:r w:rsidRPr="00312DBF">
        <w:rPr>
          <w:sz w:val="24"/>
          <w:szCs w:val="24"/>
        </w:rPr>
        <w:t>Юрайт</w:t>
      </w:r>
      <w:proofErr w:type="spellEnd"/>
      <w:r w:rsidRPr="00312DBF">
        <w:rPr>
          <w:sz w:val="24"/>
          <w:szCs w:val="24"/>
        </w:rPr>
        <w:t>, 2018. - 331 с</w:t>
      </w:r>
      <w:proofErr w:type="gramStart"/>
      <w:r w:rsidRPr="00312DBF">
        <w:rPr>
          <w:sz w:val="24"/>
          <w:szCs w:val="24"/>
        </w:rPr>
        <w:t>.. - (</w:t>
      </w:r>
      <w:proofErr w:type="gramEnd"/>
      <w:r w:rsidRPr="00312DBF">
        <w:rPr>
          <w:sz w:val="24"/>
          <w:szCs w:val="24"/>
        </w:rPr>
        <w:t>Профессиональное образование)</w:t>
      </w:r>
    </w:p>
    <w:p w:rsidR="00714DFB" w:rsidRPr="00312DBF" w:rsidRDefault="00714DFB" w:rsidP="00714DFB">
      <w:pPr>
        <w:rPr>
          <w:sz w:val="24"/>
          <w:szCs w:val="24"/>
        </w:rPr>
      </w:pPr>
      <w:proofErr w:type="spellStart"/>
      <w:r w:rsidRPr="00312DBF">
        <w:rPr>
          <w:sz w:val="24"/>
          <w:szCs w:val="24"/>
        </w:rPr>
        <w:lastRenderedPageBreak/>
        <w:t>Библиогр</w:t>
      </w:r>
      <w:proofErr w:type="spellEnd"/>
      <w:r w:rsidRPr="00312DBF">
        <w:rPr>
          <w:sz w:val="24"/>
          <w:szCs w:val="24"/>
        </w:rPr>
        <w:t>.: с. 330-331Прил.: с.317-330</w:t>
      </w:r>
    </w:p>
    <w:p w:rsidR="00714DFB" w:rsidRPr="00312DBF" w:rsidRDefault="00714DFB" w:rsidP="00714DFB">
      <w:pPr>
        <w:rPr>
          <w:sz w:val="24"/>
          <w:szCs w:val="24"/>
        </w:rPr>
      </w:pPr>
      <w:r w:rsidRPr="00312DBF">
        <w:rPr>
          <w:sz w:val="24"/>
          <w:szCs w:val="24"/>
        </w:rPr>
        <w:t>ISBN 978-5-534-07572-4: 660 р. 73 к.</w:t>
      </w:r>
    </w:p>
    <w:p w:rsidR="00714DFB" w:rsidRPr="00312DBF" w:rsidRDefault="00714DFB" w:rsidP="00714DFB">
      <w:pPr>
        <w:pStyle w:val="a4"/>
        <w:rPr>
          <w:sz w:val="24"/>
          <w:szCs w:val="24"/>
        </w:rPr>
      </w:pPr>
      <w:proofErr w:type="spellStart"/>
      <w:proofErr w:type="gramStart"/>
      <w:r w:rsidRPr="00312DBF">
        <w:rPr>
          <w:sz w:val="24"/>
          <w:szCs w:val="24"/>
        </w:rPr>
        <w:t>Стр</w:t>
      </w:r>
      <w:proofErr w:type="spellEnd"/>
      <w:proofErr w:type="gramEnd"/>
      <w:r w:rsidRPr="00312DBF">
        <w:rPr>
          <w:sz w:val="24"/>
          <w:szCs w:val="24"/>
        </w:rPr>
        <w:t xml:space="preserve"> </w:t>
      </w:r>
      <w:proofErr w:type="spellStart"/>
      <w:r w:rsidRPr="00312DBF">
        <w:rPr>
          <w:sz w:val="24"/>
          <w:szCs w:val="24"/>
        </w:rPr>
        <w:t>аб</w:t>
      </w:r>
      <w:proofErr w:type="spellEnd"/>
      <w:r w:rsidRPr="00312DBF">
        <w:rPr>
          <w:sz w:val="24"/>
          <w:szCs w:val="24"/>
        </w:rPr>
        <w:t>: 577546, 577532, 577533, 577534, 577535, 577536, 577537, 577538, 577539, 577540, 577541, 577542, 577543, 577545, 577544, 577547, 577548, 577549, 577550, 577551, 577552, 577553, 577554, 577555, 577531</w:t>
      </w:r>
    </w:p>
    <w:p w:rsidR="00714DFB" w:rsidRPr="00312DBF" w:rsidRDefault="00714DFB" w:rsidP="00714DFB">
      <w:pPr>
        <w:rPr>
          <w:sz w:val="24"/>
          <w:szCs w:val="24"/>
        </w:rPr>
      </w:pPr>
    </w:p>
    <w:p w:rsidR="0084674E" w:rsidRPr="00D603FE" w:rsidRDefault="0084674E" w:rsidP="001F4306"/>
    <w:sectPr w:rsidR="0084674E" w:rsidRPr="00D603FE" w:rsidSect="00FA1969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AA8" w:rsidRDefault="00B42AA8">
      <w:r>
        <w:separator/>
      </w:r>
    </w:p>
  </w:endnote>
  <w:endnote w:type="continuationSeparator" w:id="0">
    <w:p w:rsidR="00B42AA8" w:rsidRDefault="00B42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AA8" w:rsidRDefault="00B42AA8">
      <w:r>
        <w:separator/>
      </w:r>
    </w:p>
  </w:footnote>
  <w:footnote w:type="continuationSeparator" w:id="0">
    <w:p w:rsidR="00B42AA8" w:rsidRDefault="00B42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4E" w:rsidRDefault="009E417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4674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74E" w:rsidRDefault="0084674E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4E" w:rsidRDefault="009E417A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4674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3051">
      <w:rPr>
        <w:rStyle w:val="a5"/>
        <w:noProof/>
      </w:rPr>
      <w:t>1</w:t>
    </w:r>
    <w:r>
      <w:rPr>
        <w:rStyle w:val="a5"/>
      </w:rPr>
      <w:fldChar w:fldCharType="end"/>
    </w:r>
  </w:p>
  <w:p w:rsidR="0084674E" w:rsidRDefault="0084674E">
    <w:pPr>
      <w:pStyle w:val="a3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52E"/>
    <w:rsid w:val="001F4306"/>
    <w:rsid w:val="00312DBF"/>
    <w:rsid w:val="00435963"/>
    <w:rsid w:val="00575E5B"/>
    <w:rsid w:val="00714DFB"/>
    <w:rsid w:val="00773051"/>
    <w:rsid w:val="0084674E"/>
    <w:rsid w:val="00886C45"/>
    <w:rsid w:val="009E417A"/>
    <w:rsid w:val="00A405E8"/>
    <w:rsid w:val="00B13290"/>
    <w:rsid w:val="00B42AA8"/>
    <w:rsid w:val="00B5752E"/>
    <w:rsid w:val="00D603FE"/>
    <w:rsid w:val="00E4208F"/>
    <w:rsid w:val="00FA1969"/>
    <w:rsid w:val="00FB6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969"/>
    <w:pPr>
      <w:ind w:firstLine="720"/>
    </w:pPr>
  </w:style>
  <w:style w:type="paragraph" w:styleId="1">
    <w:name w:val="heading 1"/>
    <w:rsid w:val="00FA1969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1969"/>
    <w:pPr>
      <w:tabs>
        <w:tab w:val="center" w:pos="4677"/>
        <w:tab w:val="right" w:pos="9355"/>
      </w:tabs>
    </w:pPr>
  </w:style>
  <w:style w:type="paragraph" w:customStyle="1" w:styleId="a4">
    <w:name w:val="Примечание"/>
    <w:basedOn w:val="a"/>
    <w:rsid w:val="00FA1969"/>
    <w:pPr>
      <w:ind w:firstLine="567"/>
    </w:pPr>
    <w:rPr>
      <w:i/>
      <w:sz w:val="22"/>
    </w:rPr>
  </w:style>
  <w:style w:type="character" w:styleId="a5">
    <w:name w:val="page number"/>
    <w:basedOn w:val="a0"/>
    <w:rsid w:val="00FA1969"/>
  </w:style>
  <w:style w:type="paragraph" w:styleId="a6">
    <w:name w:val="footer"/>
    <w:basedOn w:val="a"/>
    <w:rsid w:val="00FA1969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rsid w:val="00FA1969"/>
  </w:style>
  <w:style w:type="paragraph" w:customStyle="1" w:styleId="a7">
    <w:name w:val="Автор"/>
    <w:basedOn w:val="a"/>
    <w:rsid w:val="00FA1969"/>
    <w:pPr>
      <w:ind w:firstLine="0"/>
    </w:pPr>
    <w:rPr>
      <w:b/>
    </w:rPr>
  </w:style>
  <w:style w:type="paragraph" w:styleId="2">
    <w:name w:val="toc 2"/>
    <w:basedOn w:val="a"/>
    <w:next w:val="a"/>
    <w:autoRedefine/>
    <w:semiHidden/>
    <w:rsid w:val="00FA1969"/>
    <w:pPr>
      <w:ind w:left="240"/>
    </w:pPr>
  </w:style>
  <w:style w:type="paragraph" w:styleId="3">
    <w:name w:val="toc 3"/>
    <w:basedOn w:val="a"/>
    <w:next w:val="a"/>
    <w:autoRedefine/>
    <w:semiHidden/>
    <w:rsid w:val="00FA1969"/>
    <w:pPr>
      <w:ind w:left="480"/>
    </w:pPr>
  </w:style>
  <w:style w:type="paragraph" w:styleId="4">
    <w:name w:val="toc 4"/>
    <w:basedOn w:val="a"/>
    <w:next w:val="a"/>
    <w:autoRedefine/>
    <w:semiHidden/>
    <w:rsid w:val="00FA1969"/>
    <w:pPr>
      <w:ind w:left="720"/>
    </w:pPr>
  </w:style>
  <w:style w:type="paragraph" w:styleId="5">
    <w:name w:val="toc 5"/>
    <w:basedOn w:val="a"/>
    <w:next w:val="a"/>
    <w:autoRedefine/>
    <w:semiHidden/>
    <w:rsid w:val="00FA1969"/>
    <w:pPr>
      <w:ind w:left="960"/>
    </w:pPr>
  </w:style>
  <w:style w:type="paragraph" w:styleId="6">
    <w:name w:val="toc 6"/>
    <w:basedOn w:val="a"/>
    <w:next w:val="a"/>
    <w:autoRedefine/>
    <w:semiHidden/>
    <w:rsid w:val="00FA1969"/>
    <w:pPr>
      <w:ind w:left="1200"/>
    </w:pPr>
  </w:style>
  <w:style w:type="paragraph" w:styleId="7">
    <w:name w:val="toc 7"/>
    <w:basedOn w:val="a"/>
    <w:next w:val="a"/>
    <w:autoRedefine/>
    <w:semiHidden/>
    <w:rsid w:val="00FA1969"/>
    <w:pPr>
      <w:ind w:left="1440"/>
    </w:pPr>
  </w:style>
  <w:style w:type="paragraph" w:styleId="8">
    <w:name w:val="toc 8"/>
    <w:basedOn w:val="a"/>
    <w:next w:val="a"/>
    <w:autoRedefine/>
    <w:semiHidden/>
    <w:rsid w:val="00FA1969"/>
    <w:pPr>
      <w:ind w:left="1680"/>
    </w:pPr>
  </w:style>
  <w:style w:type="paragraph" w:styleId="9">
    <w:name w:val="toc 9"/>
    <w:basedOn w:val="a"/>
    <w:next w:val="a"/>
    <w:autoRedefine/>
    <w:semiHidden/>
    <w:rsid w:val="00FA1969"/>
    <w:pPr>
      <w:ind w:left="1920"/>
    </w:pPr>
  </w:style>
  <w:style w:type="character" w:styleId="a8">
    <w:name w:val="Hyperlink"/>
    <w:basedOn w:val="a0"/>
    <w:rsid w:val="00D603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USLAN%20Catalog\li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</Template>
  <TotalTime>11</TotalTime>
  <Pages>1</Pages>
  <Words>2214</Words>
  <Characters>12623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DuhninaOV</dc:creator>
  <cp:lastModifiedBy>DuhninaOV</cp:lastModifiedBy>
  <cp:revision>3</cp:revision>
  <dcterms:created xsi:type="dcterms:W3CDTF">2019-08-22T05:04:00Z</dcterms:created>
  <dcterms:modified xsi:type="dcterms:W3CDTF">2019-08-26T06:21:00Z</dcterms:modified>
</cp:coreProperties>
</file>